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71097C2C" w:rsidR="00F862D6" w:rsidRPr="006E61FB" w:rsidRDefault="00BB1671" w:rsidP="007C4292">
            <w:pPr>
              <w:rPr>
                <w:highlight w:val="yellow"/>
              </w:rPr>
            </w:pPr>
            <w:r w:rsidRPr="00BB1671">
              <w:rPr>
                <w:rFonts w:ascii="Helvetica" w:hAnsi="Helvetica"/>
              </w:rPr>
              <w:t>1176/2021-SŽ-SSV-Ú3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BB1671" w:rsidRDefault="00F862D6" w:rsidP="0077673A">
            <w:r w:rsidRPr="00BB1671">
              <w:t>Listů/příloh</w:t>
            </w:r>
          </w:p>
        </w:tc>
        <w:tc>
          <w:tcPr>
            <w:tcW w:w="2552" w:type="dxa"/>
          </w:tcPr>
          <w:p w14:paraId="72167A7E" w14:textId="31E72D5A" w:rsidR="00F862D6" w:rsidRPr="00BB1671" w:rsidRDefault="002A1506" w:rsidP="00CC1E2B">
            <w:r>
              <w:t>4</w:t>
            </w:r>
            <w:r w:rsidR="00BB1671" w:rsidRPr="00BB1671">
              <w:t>/3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030C0396" w:rsidR="009A7568" w:rsidRPr="003E6B9A" w:rsidRDefault="00B76B53" w:rsidP="00B76B53">
            <w:bookmarkStart w:id="0" w:name="Datum"/>
            <w:r>
              <w:t>20</w:t>
            </w:r>
            <w:r w:rsidR="00F055EF"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623A47CD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B76B53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</w:p>
    <w:p w14:paraId="50C04094" w14:textId="1F9BF9A4" w:rsidR="00BD5319" w:rsidRPr="00BD5319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6E61FB">
        <w:rPr>
          <w:rFonts w:eastAsia="Calibri" w:cs="Times New Roman"/>
          <w:b/>
          <w:lang w:eastAsia="cs-CZ"/>
        </w:rPr>
        <w:t>6</w:t>
      </w:r>
      <w:r w:rsidR="00B76B53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195A8BE2" w14:textId="2B589492" w:rsidR="006E61FB" w:rsidRDefault="00B76B53" w:rsidP="006E61FB">
      <w:pPr>
        <w:spacing w:after="0"/>
        <w:rPr>
          <w:rFonts w:eastAsia="Times New Roman"/>
        </w:rPr>
      </w:pPr>
      <w:r>
        <w:rPr>
          <w:rFonts w:eastAsia="Times New Roman"/>
        </w:rPr>
        <w:t>V technické zprávě u SO 01-17-01, se v bodě 6.5. odkazujete na přílohu č. 1 (</w:t>
      </w:r>
      <w:proofErr w:type="spellStart"/>
      <w:r>
        <w:rPr>
          <w:rFonts w:eastAsia="Times New Roman"/>
        </w:rPr>
        <w:t>Předkategorizace</w:t>
      </w:r>
      <w:proofErr w:type="spellEnd"/>
      <w:r>
        <w:rPr>
          <w:rFonts w:eastAsia="Times New Roman"/>
        </w:rPr>
        <w:t xml:space="preserve"> materiálu). Tato příloha č. 1 nebyla doložena. Tímto žádáme zadavatele o její doložení?</w:t>
      </w:r>
    </w:p>
    <w:p w14:paraId="004875AB" w14:textId="77777777" w:rsidR="00B76B53" w:rsidRPr="00BD5319" w:rsidRDefault="00B76B53" w:rsidP="006E61FB">
      <w:pPr>
        <w:spacing w:after="0"/>
        <w:rPr>
          <w:rFonts w:eastAsia="Calibri" w:cs="Times New Roman"/>
          <w:b/>
          <w:lang w:eastAsia="cs-CZ"/>
        </w:rPr>
      </w:pPr>
    </w:p>
    <w:p w14:paraId="4B77BC9F" w14:textId="77777777" w:rsidR="00BB1671" w:rsidRDefault="00BD5319" w:rsidP="00A11EED">
      <w:pPr>
        <w:spacing w:after="0"/>
        <w:rPr>
          <w:rFonts w:eastAsia="Calibri" w:cs="Times New Roman"/>
          <w:b/>
          <w:lang w:eastAsia="cs-CZ"/>
        </w:rPr>
      </w:pPr>
      <w:bookmarkStart w:id="1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7E4D2059" w14:textId="1FCB0B28" w:rsidR="00E31678" w:rsidRPr="00BB1671" w:rsidRDefault="00F9508B" w:rsidP="00A11EED">
      <w:pPr>
        <w:spacing w:after="0"/>
        <w:rPr>
          <w:rFonts w:eastAsia="Calibri" w:cs="Times New Roman"/>
          <w:lang w:eastAsia="cs-CZ"/>
        </w:rPr>
      </w:pPr>
      <w:r w:rsidRPr="00BB1671">
        <w:rPr>
          <w:rFonts w:eastAsia="Calibri" w:cs="Times New Roman"/>
          <w:lang w:eastAsia="cs-CZ"/>
        </w:rPr>
        <w:t xml:space="preserve">Příloha doplněna. </w:t>
      </w:r>
      <w:r w:rsidR="002C0DD4" w:rsidRPr="00BB1671">
        <w:rPr>
          <w:rFonts w:eastAsia="Calibri" w:cs="Times New Roman"/>
          <w:lang w:eastAsia="cs-CZ"/>
        </w:rPr>
        <w:t xml:space="preserve">Z důvodu chyby na straně zpracovatele </w:t>
      </w:r>
      <w:proofErr w:type="spellStart"/>
      <w:r w:rsidR="002C0DD4" w:rsidRPr="00BB1671">
        <w:rPr>
          <w:rFonts w:eastAsia="Calibri" w:cs="Times New Roman"/>
          <w:lang w:eastAsia="cs-CZ"/>
        </w:rPr>
        <w:t>předkategorizace</w:t>
      </w:r>
      <w:proofErr w:type="spellEnd"/>
      <w:r w:rsidR="002C0DD4" w:rsidRPr="00BB1671">
        <w:rPr>
          <w:rFonts w:eastAsia="Calibri" w:cs="Times New Roman"/>
          <w:lang w:eastAsia="cs-CZ"/>
        </w:rPr>
        <w:t xml:space="preserve"> chybí </w:t>
      </w:r>
      <w:r w:rsidR="00744E64" w:rsidRPr="00BB1671">
        <w:rPr>
          <w:rFonts w:eastAsia="Calibri" w:cs="Times New Roman"/>
          <w:lang w:eastAsia="cs-CZ"/>
        </w:rPr>
        <w:t xml:space="preserve">údaje o </w:t>
      </w:r>
      <w:r w:rsidR="002C0DD4" w:rsidRPr="00BB1671">
        <w:rPr>
          <w:rFonts w:eastAsia="Calibri" w:cs="Times New Roman"/>
          <w:lang w:eastAsia="cs-CZ"/>
        </w:rPr>
        <w:t>kolej</w:t>
      </w:r>
      <w:r w:rsidR="00744E64" w:rsidRPr="00BB1671">
        <w:rPr>
          <w:rFonts w:eastAsia="Calibri" w:cs="Times New Roman"/>
          <w:lang w:eastAsia="cs-CZ"/>
        </w:rPr>
        <w:t>i</w:t>
      </w:r>
      <w:r w:rsidR="002C0DD4" w:rsidRPr="00BB1671">
        <w:rPr>
          <w:rFonts w:eastAsia="Calibri" w:cs="Times New Roman"/>
          <w:lang w:eastAsia="cs-CZ"/>
        </w:rPr>
        <w:t xml:space="preserve"> č. 1 v km 23,430 </w:t>
      </w:r>
      <w:r w:rsidR="001C11B0" w:rsidRPr="00BB1671">
        <w:rPr>
          <w:rFonts w:eastAsia="Calibri" w:cs="Times New Roman"/>
          <w:lang w:eastAsia="cs-CZ"/>
        </w:rPr>
        <w:t>–</w:t>
      </w:r>
      <w:r w:rsidR="002C0DD4" w:rsidRPr="00BB1671">
        <w:rPr>
          <w:rFonts w:eastAsia="Calibri" w:cs="Times New Roman"/>
          <w:lang w:eastAsia="cs-CZ"/>
        </w:rPr>
        <w:t xml:space="preserve"> </w:t>
      </w:r>
      <w:r w:rsidR="001C11B0" w:rsidRPr="00BB1671">
        <w:rPr>
          <w:rFonts w:eastAsia="Calibri" w:cs="Times New Roman"/>
          <w:lang w:eastAsia="cs-CZ"/>
        </w:rPr>
        <w:t>23,779, místo toho je uveden úsek 22,189 – 23,200. Předpokládáme na chybějícím úseku stejný podíl pražců k</w:t>
      </w:r>
      <w:r w:rsidR="00744E64" w:rsidRPr="00BB1671">
        <w:rPr>
          <w:rFonts w:eastAsia="Calibri" w:cs="Times New Roman"/>
          <w:lang w:eastAsia="cs-CZ"/>
        </w:rPr>
        <w:t> </w:t>
      </w:r>
      <w:r w:rsidR="001C11B0" w:rsidRPr="00BB1671">
        <w:rPr>
          <w:rFonts w:eastAsia="Calibri" w:cs="Times New Roman"/>
          <w:lang w:eastAsia="cs-CZ"/>
        </w:rPr>
        <w:t>výměně</w:t>
      </w:r>
      <w:r w:rsidR="00744E64" w:rsidRPr="00BB1671">
        <w:rPr>
          <w:rFonts w:eastAsia="Calibri" w:cs="Times New Roman"/>
          <w:lang w:eastAsia="cs-CZ"/>
        </w:rPr>
        <w:t>.</w:t>
      </w:r>
    </w:p>
    <w:p w14:paraId="3CDDB879" w14:textId="1C5FA279" w:rsidR="00F055EF" w:rsidRPr="001629F0" w:rsidRDefault="00F055EF" w:rsidP="00A11EED">
      <w:pPr>
        <w:spacing w:after="0"/>
        <w:rPr>
          <w:rFonts w:eastAsia="Calibri" w:cs="Times New Roman"/>
          <w:b/>
          <w:lang w:eastAsia="cs-CZ"/>
        </w:rPr>
      </w:pPr>
      <w:bookmarkStart w:id="2" w:name="_GoBack"/>
      <w:bookmarkEnd w:id="1"/>
      <w:bookmarkEnd w:id="2"/>
    </w:p>
    <w:p w14:paraId="1BE8BD99" w14:textId="77777777" w:rsidR="00FC79CF" w:rsidRPr="001629F0" w:rsidRDefault="00FC79CF" w:rsidP="00A11EED">
      <w:pPr>
        <w:spacing w:after="0"/>
        <w:rPr>
          <w:rFonts w:eastAsia="Calibri" w:cs="Times New Roman"/>
          <w:b/>
          <w:lang w:eastAsia="cs-CZ"/>
        </w:rPr>
      </w:pPr>
    </w:p>
    <w:p w14:paraId="20FADA51" w14:textId="0E413C99" w:rsidR="00BD5319" w:rsidRPr="001629F0" w:rsidRDefault="00BD5319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76B53">
        <w:rPr>
          <w:rFonts w:eastAsia="Calibri" w:cs="Times New Roman"/>
          <w:b/>
          <w:lang w:eastAsia="cs-CZ"/>
        </w:rPr>
        <w:t>6</w:t>
      </w:r>
      <w:r w:rsidR="006E61FB">
        <w:rPr>
          <w:rFonts w:eastAsia="Calibri" w:cs="Times New Roman"/>
          <w:b/>
          <w:lang w:eastAsia="cs-CZ"/>
        </w:rPr>
        <w:t>4</w:t>
      </w:r>
      <w:r w:rsidRPr="001629F0">
        <w:rPr>
          <w:rFonts w:eastAsia="Calibri" w:cs="Times New Roman"/>
          <w:b/>
          <w:lang w:eastAsia="cs-CZ"/>
        </w:rPr>
        <w:t>:</w:t>
      </w:r>
    </w:p>
    <w:p w14:paraId="552035DB" w14:textId="180A00CF" w:rsidR="006E61FB" w:rsidRDefault="00B76B53" w:rsidP="00A11EED">
      <w:pPr>
        <w:spacing w:after="0"/>
        <w:rPr>
          <w:rFonts w:eastAsia="Times New Roman"/>
        </w:rPr>
      </w:pPr>
      <w:r>
        <w:rPr>
          <w:rFonts w:eastAsia="Times New Roman"/>
        </w:rPr>
        <w:t>Při kontrole VV u SO 01-17-01 byla zjištěna položka č. 75 (DEMONTÁŽE VÝHYBKY 2T). V technické zprávě jsme nenašli žádnou informaci o tom, že by se měla tato výhybka demontovat. V TZ je uvedena pouze její směrová a výšková úprava. Tímto žádáme zadavatele o podrobnější vysvětlení?</w:t>
      </w:r>
    </w:p>
    <w:p w14:paraId="52CDC7CF" w14:textId="77777777" w:rsidR="00B76B53" w:rsidRPr="001629F0" w:rsidRDefault="00B76B53" w:rsidP="00A11EED">
      <w:pPr>
        <w:spacing w:after="0"/>
        <w:rPr>
          <w:rFonts w:eastAsia="Calibri" w:cs="Times New Roman"/>
          <w:b/>
          <w:lang w:eastAsia="cs-CZ"/>
        </w:rPr>
      </w:pPr>
    </w:p>
    <w:p w14:paraId="242002E1" w14:textId="77777777" w:rsidR="00BB1671" w:rsidRDefault="00E31678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030D49AA" w14:textId="5CA0E938" w:rsidR="00E31678" w:rsidRPr="00BB1671" w:rsidRDefault="003B616B" w:rsidP="00A11EED">
      <w:pPr>
        <w:spacing w:after="0"/>
        <w:rPr>
          <w:rFonts w:eastAsia="Calibri" w:cs="Times New Roman"/>
          <w:lang w:eastAsia="cs-CZ"/>
        </w:rPr>
      </w:pPr>
      <w:r w:rsidRPr="00BB1671">
        <w:rPr>
          <w:rFonts w:eastAsia="Calibri" w:cs="Times New Roman"/>
          <w:lang w:eastAsia="cs-CZ"/>
        </w:rPr>
        <w:t xml:space="preserve">Ano, </w:t>
      </w:r>
      <w:r w:rsidR="002C0DD4" w:rsidRPr="00BB1671">
        <w:rPr>
          <w:rFonts w:eastAsia="Calibri" w:cs="Times New Roman"/>
          <w:lang w:eastAsia="cs-CZ"/>
        </w:rPr>
        <w:t>položka patří k výhybce TO2 v koleji č. 8/8a</w:t>
      </w:r>
      <w:r w:rsidR="004B7366" w:rsidRPr="00BB1671">
        <w:rPr>
          <w:rFonts w:eastAsia="Calibri" w:cs="Times New Roman"/>
          <w:lang w:eastAsia="cs-CZ"/>
        </w:rPr>
        <w:t>.</w:t>
      </w:r>
      <w:r w:rsidRPr="00BB1671">
        <w:rPr>
          <w:rFonts w:eastAsia="Calibri" w:cs="Times New Roman"/>
          <w:lang w:eastAsia="cs-CZ"/>
        </w:rPr>
        <w:t xml:space="preserve"> Popis položky v soupisu prací tohoto SO byl upraven.</w:t>
      </w:r>
    </w:p>
    <w:p w14:paraId="2D36D339" w14:textId="341B2C74" w:rsidR="00FC79CF" w:rsidRDefault="00FC79CF" w:rsidP="00A11EED">
      <w:pPr>
        <w:spacing w:after="0"/>
        <w:rPr>
          <w:rFonts w:eastAsia="Calibri" w:cs="Times New Roman"/>
          <w:b/>
          <w:lang w:eastAsia="cs-CZ"/>
        </w:rPr>
      </w:pPr>
    </w:p>
    <w:p w14:paraId="11851BBC" w14:textId="4DC372E0" w:rsidR="003B616B" w:rsidRPr="001629F0" w:rsidRDefault="003B616B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5E1AD85C" wp14:editId="74ABF0F9">
            <wp:extent cx="5525770" cy="2030730"/>
            <wp:effectExtent l="0" t="0" r="0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C84B3" w14:textId="77777777" w:rsidR="001629F0" w:rsidRPr="001629F0" w:rsidRDefault="001629F0" w:rsidP="00A11EED">
      <w:pPr>
        <w:spacing w:after="0"/>
        <w:rPr>
          <w:rFonts w:eastAsia="Calibri" w:cs="Times New Roman"/>
          <w:b/>
          <w:lang w:eastAsia="cs-CZ"/>
        </w:rPr>
      </w:pPr>
    </w:p>
    <w:p w14:paraId="0A334574" w14:textId="66591570" w:rsidR="00F055EF" w:rsidRPr="001629F0" w:rsidRDefault="00F055EF" w:rsidP="00A11EED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Dotaz č. </w:t>
      </w:r>
      <w:r w:rsidR="00B76B53">
        <w:rPr>
          <w:rFonts w:eastAsia="Calibri" w:cs="Times New Roman"/>
          <w:b/>
          <w:lang w:eastAsia="cs-CZ"/>
        </w:rPr>
        <w:t>65</w:t>
      </w:r>
      <w:r w:rsidRPr="001629F0">
        <w:rPr>
          <w:rFonts w:eastAsia="Calibri" w:cs="Times New Roman"/>
          <w:b/>
          <w:lang w:eastAsia="cs-CZ"/>
        </w:rPr>
        <w:t>:</w:t>
      </w:r>
    </w:p>
    <w:p w14:paraId="1AB7347B" w14:textId="610F162C" w:rsidR="006E61FB" w:rsidRDefault="006E61FB" w:rsidP="00A11EED">
      <w:pPr>
        <w:spacing w:after="0"/>
        <w:rPr>
          <w:bCs/>
        </w:rPr>
      </w:pPr>
      <w:r w:rsidRPr="006E61FB">
        <w:rPr>
          <w:bCs/>
        </w:rPr>
        <w:t xml:space="preserve">K čemu se vztahují v </w:t>
      </w:r>
      <w:r w:rsidRPr="006E61FB">
        <w:rPr>
          <w:bCs/>
          <w:u w:val="single"/>
        </w:rPr>
        <w:t>PS 01-28-201.1</w:t>
      </w:r>
      <w:r w:rsidRPr="006E61FB">
        <w:rPr>
          <w:bCs/>
        </w:rPr>
        <w:t xml:space="preserve"> 3 ks napájecích skříní (dodávka a montáž)?</w:t>
      </w:r>
      <w:r w:rsidR="00B76B53" w:rsidRPr="00B76B53">
        <w:t xml:space="preserve"> </w:t>
      </w:r>
      <w:r w:rsidR="00B76B53" w:rsidRPr="00B76B53">
        <w:rPr>
          <w:bCs/>
        </w:rPr>
        <w:t>Při kontrole VV u SO  01-17-01 a SO 01-17-02 jsme narazili na duplicitní položky (DEMONTÁŽ NÁMEZNÍKU; DEMONTÁŽ NÁMEZNÍKU - ODVOZ (NA LIKVIDACI ODPADŮ NEBO JINÉ URČENÉ MÍSTO); NÁMEZNÍK; ZAJIŠŤOVACÍ ZNAČKA KONZOLOVÁ (K) VČETNĚ OCELOVÉHO SLOUPKU; ZAJIŠŤOVACÍ ZNAČKA KONZOLOVÁ (K) NA NÁSTUPIŠTI). Tímto žádáme zadavatele o prověření naší domněnky a případnou úpravu VV?</w:t>
      </w:r>
    </w:p>
    <w:p w14:paraId="1AD26EC7" w14:textId="77777777" w:rsidR="00B76B53" w:rsidRPr="00BA0C3C" w:rsidRDefault="00B76B53" w:rsidP="00A11EED">
      <w:pPr>
        <w:spacing w:after="0"/>
        <w:rPr>
          <w:rFonts w:eastAsia="Calibri" w:cs="Times New Roman"/>
          <w:lang w:eastAsia="cs-CZ"/>
        </w:rPr>
      </w:pPr>
    </w:p>
    <w:p w14:paraId="16A47E2D" w14:textId="77777777" w:rsidR="002A1506" w:rsidRDefault="00E31678" w:rsidP="008A76F0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BF80B6B" w14:textId="6F0E6779" w:rsidR="008A76F0" w:rsidRPr="002A1506" w:rsidRDefault="008A76F0" w:rsidP="008A76F0">
      <w:pPr>
        <w:spacing w:after="0"/>
        <w:rPr>
          <w:rFonts w:eastAsia="Calibri" w:cs="Times New Roman"/>
          <w:lang w:eastAsia="cs-CZ"/>
        </w:rPr>
      </w:pPr>
      <w:r w:rsidRPr="002A1506">
        <w:rPr>
          <w:rFonts w:eastAsia="Calibri" w:cs="Times New Roman"/>
          <w:lang w:eastAsia="cs-CZ"/>
        </w:rPr>
        <w:t xml:space="preserve">Dotaz byl zodpovězen již v odpovědi na dotaz č. 48 vysvětlení/změny/doplnění ZD č. 3. </w:t>
      </w:r>
    </w:p>
    <w:p w14:paraId="6EB1FCE5" w14:textId="4AA48F84" w:rsidR="008A76F0" w:rsidRPr="002A1506" w:rsidRDefault="008A76F0" w:rsidP="00A11EED">
      <w:pPr>
        <w:spacing w:after="0"/>
        <w:rPr>
          <w:rFonts w:eastAsia="Calibri" w:cs="Times New Roman"/>
          <w:lang w:eastAsia="cs-CZ"/>
        </w:rPr>
      </w:pPr>
      <w:r w:rsidRPr="002A1506">
        <w:rPr>
          <w:rFonts w:eastAsia="Calibri" w:cs="Times New Roman"/>
          <w:lang w:eastAsia="cs-CZ"/>
        </w:rPr>
        <w:t>3 ks napájecích skříní se vztahují k vnitřnímu zařízení SZZ</w:t>
      </w:r>
      <w:r w:rsidR="004B562D" w:rsidRPr="002A1506">
        <w:rPr>
          <w:rFonts w:eastAsia="Calibri" w:cs="Times New Roman"/>
          <w:lang w:eastAsia="cs-CZ"/>
        </w:rPr>
        <w:t>.</w:t>
      </w:r>
    </w:p>
    <w:p w14:paraId="7CACFABD" w14:textId="3AD54F4F" w:rsidR="00580B7C" w:rsidRPr="002A1506" w:rsidRDefault="004B562D" w:rsidP="00A11EED">
      <w:pPr>
        <w:spacing w:after="0"/>
        <w:rPr>
          <w:rFonts w:eastAsia="Calibri" w:cs="Times New Roman"/>
          <w:lang w:eastAsia="cs-CZ"/>
        </w:rPr>
      </w:pPr>
      <w:r w:rsidRPr="002A1506">
        <w:rPr>
          <w:rFonts w:eastAsia="Calibri" w:cs="Times New Roman"/>
          <w:lang w:eastAsia="cs-CZ"/>
        </w:rPr>
        <w:t>Duplicitní položky 61,</w:t>
      </w:r>
      <w:r w:rsidR="003B616B" w:rsidRPr="002A1506">
        <w:rPr>
          <w:rFonts w:eastAsia="Calibri" w:cs="Times New Roman"/>
          <w:lang w:eastAsia="cs-CZ"/>
        </w:rPr>
        <w:t xml:space="preserve"> </w:t>
      </w:r>
      <w:r w:rsidRPr="002A1506">
        <w:rPr>
          <w:rFonts w:eastAsia="Calibri" w:cs="Times New Roman"/>
          <w:lang w:eastAsia="cs-CZ"/>
        </w:rPr>
        <w:t>77,</w:t>
      </w:r>
      <w:r w:rsidR="003B616B" w:rsidRPr="002A1506">
        <w:rPr>
          <w:rFonts w:eastAsia="Calibri" w:cs="Times New Roman"/>
          <w:lang w:eastAsia="cs-CZ"/>
        </w:rPr>
        <w:t xml:space="preserve"> </w:t>
      </w:r>
      <w:r w:rsidRPr="002A1506">
        <w:rPr>
          <w:rFonts w:eastAsia="Calibri" w:cs="Times New Roman"/>
          <w:lang w:eastAsia="cs-CZ"/>
        </w:rPr>
        <w:t xml:space="preserve">78 ze soupisu prací SO 01-17-01 Železniční svršek </w:t>
      </w:r>
      <w:r w:rsidR="003B616B" w:rsidRPr="002A1506">
        <w:rPr>
          <w:rFonts w:eastAsia="Calibri" w:cs="Times New Roman"/>
          <w:lang w:eastAsia="cs-CZ"/>
        </w:rPr>
        <w:t xml:space="preserve">a položky 9 a 10 ze soupisu prací SO 01-17-02 Výstroj trati </w:t>
      </w:r>
      <w:r w:rsidRPr="002A1506">
        <w:rPr>
          <w:rFonts w:eastAsia="Calibri" w:cs="Times New Roman"/>
          <w:lang w:eastAsia="cs-CZ"/>
        </w:rPr>
        <w:t>byly odstraněny.</w:t>
      </w:r>
      <w:r w:rsidR="00B97809" w:rsidRPr="002A1506">
        <w:rPr>
          <w:rFonts w:eastAsia="Calibri" w:cs="Times New Roman"/>
          <w:lang w:eastAsia="cs-CZ"/>
        </w:rPr>
        <w:t xml:space="preserve"> </w:t>
      </w:r>
      <w:bookmarkStart w:id="3" w:name="_Hlk61944090"/>
      <w:r w:rsidR="00B97809" w:rsidRPr="002A1506">
        <w:rPr>
          <w:rFonts w:eastAsia="Calibri" w:cs="Times New Roman"/>
          <w:lang w:eastAsia="cs-CZ"/>
        </w:rPr>
        <w:t>V soupisu prací SO 01-17-02 Výstroj trati u položek 13 a 14 byl upraven výkaz výměr.</w:t>
      </w:r>
      <w:bookmarkEnd w:id="3"/>
    </w:p>
    <w:p w14:paraId="7302A045" w14:textId="6D8F1A7A" w:rsidR="00BD7BD8" w:rsidRDefault="00B97809" w:rsidP="00A11EED">
      <w:pPr>
        <w:spacing w:after="0"/>
        <w:rPr>
          <w:rFonts w:eastAsia="Calibri" w:cs="Times New Roman"/>
          <w:b/>
          <w:lang w:eastAsia="cs-CZ"/>
        </w:rPr>
      </w:pPr>
      <w:r>
        <w:rPr>
          <w:noProof/>
          <w:lang w:eastAsia="cs-CZ"/>
        </w:rPr>
        <w:drawing>
          <wp:inline distT="0" distB="0" distL="0" distR="0" wp14:anchorId="23346F65" wp14:editId="55CF5390">
            <wp:extent cx="5400675" cy="2483119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18216" cy="2491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7BA60" w14:textId="656A21A2" w:rsidR="00B97809" w:rsidRDefault="00B97809" w:rsidP="00A11EED">
      <w:pPr>
        <w:spacing w:after="0"/>
        <w:rPr>
          <w:rFonts w:eastAsia="Calibri" w:cs="Times New Roman"/>
          <w:b/>
          <w:lang w:eastAsia="cs-CZ"/>
        </w:rPr>
      </w:pPr>
    </w:p>
    <w:p w14:paraId="43A18DC8" w14:textId="5150FEB9" w:rsidR="008A76F0" w:rsidRDefault="008A76F0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  <w:r>
        <w:rPr>
          <w:noProof/>
          <w:lang w:eastAsia="cs-CZ"/>
        </w:rPr>
        <w:drawing>
          <wp:inline distT="0" distB="0" distL="0" distR="0" wp14:anchorId="2B48D6F3" wp14:editId="74C59C07">
            <wp:extent cx="5438775" cy="4165019"/>
            <wp:effectExtent l="0" t="0" r="0" b="698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51574" cy="417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3B47B" w14:textId="045CB0BC" w:rsidR="008A76F0" w:rsidRDefault="008A76F0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72F4DB89" w14:textId="3A29D5CF" w:rsidR="00B97809" w:rsidRDefault="00B97809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  <w:r>
        <w:rPr>
          <w:noProof/>
          <w:lang w:eastAsia="cs-CZ"/>
        </w:rPr>
        <w:drawing>
          <wp:inline distT="0" distB="0" distL="0" distR="0" wp14:anchorId="71FC4116" wp14:editId="3D1E3B97">
            <wp:extent cx="5525770" cy="4094480"/>
            <wp:effectExtent l="0" t="0" r="0" b="127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409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F7A1B0" w14:textId="2007A64C" w:rsidR="008A76F0" w:rsidRDefault="008A76F0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60837604" w14:textId="4EA0C592" w:rsidR="00B97809" w:rsidRDefault="00B97809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  <w:r>
        <w:rPr>
          <w:noProof/>
          <w:lang w:eastAsia="cs-CZ"/>
        </w:rPr>
        <w:drawing>
          <wp:inline distT="0" distB="0" distL="0" distR="0" wp14:anchorId="08C843DD" wp14:editId="0B41F0B2">
            <wp:extent cx="5525770" cy="3938905"/>
            <wp:effectExtent l="0" t="0" r="0" b="444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393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C2EF99" w14:textId="77777777" w:rsidR="008A76F0" w:rsidRDefault="008A76F0" w:rsidP="001629F0">
      <w:pPr>
        <w:spacing w:after="0" w:line="240" w:lineRule="auto"/>
        <w:jc w:val="both"/>
        <w:rPr>
          <w:rFonts w:eastAsia="Times New Roman" w:cs="Times New Roman"/>
          <w:b/>
          <w:highlight w:val="yellow"/>
          <w:lang w:eastAsia="cs-CZ"/>
        </w:rPr>
      </w:pPr>
    </w:p>
    <w:p w14:paraId="5BEDC92E" w14:textId="4C4BDE99" w:rsidR="00C632A5" w:rsidRPr="001629F0" w:rsidRDefault="00C632A5" w:rsidP="00BD531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0A5186B2" w14:textId="09B269F4"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color w:val="FF0000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A91A46" w14:textId="3C048653" w:rsidR="00BD5319" w:rsidRPr="00BB1671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B167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B1671">
        <w:rPr>
          <w:rFonts w:eastAsia="Times New Roman" w:cs="Times New Roman"/>
          <w:b/>
          <w:lang w:eastAsia="cs-CZ"/>
        </w:rPr>
        <w:t>změny/doplnění zadávací dokumentace</w:t>
      </w:r>
      <w:r w:rsidRPr="00BB1671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B1671">
        <w:rPr>
          <w:rFonts w:eastAsia="Times New Roman" w:cs="Times New Roman"/>
          <w:lang w:eastAsia="cs-CZ"/>
        </w:rPr>
        <w:t>ust</w:t>
      </w:r>
      <w:proofErr w:type="spellEnd"/>
      <w:r w:rsidRPr="00BB1671">
        <w:rPr>
          <w:rFonts w:eastAsia="Times New Roman" w:cs="Times New Roman"/>
          <w:lang w:eastAsia="cs-CZ"/>
        </w:rPr>
        <w:t>. § 99 odst. 2 ZZVZ a prodlužuje l</w:t>
      </w:r>
      <w:r w:rsidR="00FC79CF" w:rsidRPr="00BB1671">
        <w:rPr>
          <w:rFonts w:eastAsia="Times New Roman" w:cs="Times New Roman"/>
          <w:lang w:eastAsia="cs-CZ"/>
        </w:rPr>
        <w:t xml:space="preserve">hůtu pro podání nabídek o 1 pracovní den ze dne </w:t>
      </w:r>
      <w:r w:rsidR="007C4292" w:rsidRPr="00BB1671">
        <w:rPr>
          <w:rFonts w:eastAsia="Times New Roman" w:cs="Times New Roman"/>
          <w:b/>
          <w:lang w:eastAsia="cs-CZ"/>
        </w:rPr>
        <w:t>2</w:t>
      </w:r>
      <w:r w:rsidR="00BB1671" w:rsidRPr="00BB1671">
        <w:rPr>
          <w:rFonts w:eastAsia="Times New Roman" w:cs="Times New Roman"/>
          <w:b/>
          <w:lang w:eastAsia="cs-CZ"/>
        </w:rPr>
        <w:t>8</w:t>
      </w:r>
      <w:r w:rsidR="00FC79CF" w:rsidRPr="00BB1671">
        <w:rPr>
          <w:rFonts w:eastAsia="Times New Roman" w:cs="Times New Roman"/>
          <w:b/>
          <w:lang w:eastAsia="cs-CZ"/>
        </w:rPr>
        <w:t>. 1. 2021</w:t>
      </w:r>
      <w:r w:rsidRPr="00BB1671">
        <w:rPr>
          <w:rFonts w:eastAsia="Times New Roman" w:cs="Times New Roman"/>
          <w:lang w:eastAsia="cs-CZ"/>
        </w:rPr>
        <w:t xml:space="preserve"> na den </w:t>
      </w:r>
      <w:r w:rsidR="007C4292" w:rsidRPr="00BB1671">
        <w:rPr>
          <w:rFonts w:eastAsia="Times New Roman" w:cs="Times New Roman"/>
          <w:b/>
          <w:lang w:eastAsia="cs-CZ"/>
        </w:rPr>
        <w:t>2</w:t>
      </w:r>
      <w:r w:rsidR="00BB1671" w:rsidRPr="00BB1671">
        <w:rPr>
          <w:rFonts w:eastAsia="Times New Roman" w:cs="Times New Roman"/>
          <w:b/>
          <w:lang w:eastAsia="cs-CZ"/>
        </w:rPr>
        <w:t>9</w:t>
      </w:r>
      <w:r w:rsidR="00FC79CF" w:rsidRPr="00BB1671">
        <w:rPr>
          <w:rFonts w:eastAsia="Times New Roman" w:cs="Times New Roman"/>
          <w:b/>
          <w:lang w:eastAsia="cs-CZ"/>
        </w:rPr>
        <w:t>. 1. 2021</w:t>
      </w:r>
      <w:r w:rsidRPr="00BB1671">
        <w:rPr>
          <w:rFonts w:eastAsia="Times New Roman" w:cs="Times New Roman"/>
          <w:lang w:eastAsia="cs-CZ"/>
        </w:rPr>
        <w:t>.</w:t>
      </w:r>
    </w:p>
    <w:p w14:paraId="1661F7CD" w14:textId="77777777" w:rsidR="00BD5319" w:rsidRPr="00BB167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BB1671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B167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 w:rsidRPr="00BB1671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B1671">
        <w:rPr>
          <w:rFonts w:eastAsia="Times New Roman" w:cs="Times New Roman"/>
          <w:lang w:eastAsia="cs-CZ"/>
        </w:rPr>
        <w:t xml:space="preserve"> (evidenční č. VZ </w:t>
      </w:r>
      <w:r w:rsidR="001C7CDA" w:rsidRPr="00BB1671">
        <w:rPr>
          <w:rFonts w:eastAsia="Times New Roman" w:cs="Times New Roman"/>
          <w:lang w:eastAsia="cs-CZ"/>
        </w:rPr>
        <w:t>Z2020-04</w:t>
      </w:r>
      <w:r w:rsidR="001629F0" w:rsidRPr="00BB1671">
        <w:rPr>
          <w:rFonts w:eastAsia="Times New Roman" w:cs="Times New Roman"/>
          <w:lang w:eastAsia="cs-CZ"/>
        </w:rPr>
        <w:t>6140</w:t>
      </w:r>
      <w:r w:rsidRPr="00BB1671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BB167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BB167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B1671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16729505" w:rsidR="00BD5319" w:rsidRPr="00BB167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B1671">
        <w:rPr>
          <w:rFonts w:eastAsia="Times New Roman" w:cs="Times New Roman"/>
          <w:lang w:eastAsia="cs-CZ"/>
        </w:rPr>
        <w:t xml:space="preserve">rušíme datum </w:t>
      </w:r>
      <w:r w:rsidR="007C4292" w:rsidRPr="00BB1671">
        <w:rPr>
          <w:rFonts w:eastAsia="Times New Roman" w:cs="Times New Roman"/>
          <w:lang w:eastAsia="cs-CZ"/>
        </w:rPr>
        <w:t>2</w:t>
      </w:r>
      <w:r w:rsidR="001C7CDA" w:rsidRPr="00BB1671">
        <w:rPr>
          <w:rFonts w:eastAsia="Times New Roman" w:cs="Times New Roman"/>
          <w:lang w:eastAsia="cs-CZ"/>
        </w:rPr>
        <w:t>5. 1. 202</w:t>
      </w:r>
      <w:r w:rsidR="00FC79CF" w:rsidRPr="00BB1671">
        <w:rPr>
          <w:rFonts w:eastAsia="Times New Roman" w:cs="Times New Roman"/>
          <w:lang w:eastAsia="cs-CZ"/>
        </w:rPr>
        <w:t>1</w:t>
      </w:r>
      <w:r w:rsidRPr="00BB1671">
        <w:rPr>
          <w:rFonts w:eastAsia="Times New Roman" w:cs="Times New Roman"/>
          <w:lang w:eastAsia="cs-CZ"/>
        </w:rPr>
        <w:t xml:space="preserve"> v 10:00 hod. a nahrazujeme datem </w:t>
      </w:r>
      <w:r w:rsidR="007C4292" w:rsidRPr="00BB1671">
        <w:rPr>
          <w:rFonts w:eastAsia="Times New Roman" w:cs="Times New Roman"/>
          <w:b/>
          <w:lang w:eastAsia="cs-CZ"/>
        </w:rPr>
        <w:t>2</w:t>
      </w:r>
      <w:r w:rsidR="00BB1671" w:rsidRPr="00BB1671">
        <w:rPr>
          <w:rFonts w:eastAsia="Times New Roman" w:cs="Times New Roman"/>
          <w:b/>
          <w:lang w:eastAsia="cs-CZ"/>
        </w:rPr>
        <w:t>9</w:t>
      </w:r>
      <w:r w:rsidR="00FC79CF" w:rsidRPr="00BB1671">
        <w:rPr>
          <w:rFonts w:eastAsia="Times New Roman" w:cs="Times New Roman"/>
          <w:b/>
          <w:lang w:eastAsia="cs-CZ"/>
        </w:rPr>
        <w:t>. 1. 2021</w:t>
      </w:r>
      <w:r w:rsidRPr="00BB1671">
        <w:rPr>
          <w:rFonts w:eastAsia="Times New Roman" w:cs="Times New Roman"/>
          <w:lang w:eastAsia="cs-CZ"/>
        </w:rPr>
        <w:t xml:space="preserve"> v 10:00 hod.,</w:t>
      </w:r>
      <w:r w:rsidRPr="00BB1671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BB167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B1671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49C26480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B1671">
        <w:rPr>
          <w:rFonts w:eastAsia="Times New Roman" w:cs="Times New Roman"/>
          <w:lang w:eastAsia="cs-CZ"/>
        </w:rPr>
        <w:t xml:space="preserve">rušíme datum </w:t>
      </w:r>
      <w:r w:rsidR="007C4292" w:rsidRPr="00BB1671">
        <w:rPr>
          <w:rFonts w:eastAsia="Times New Roman" w:cs="Times New Roman"/>
          <w:lang w:eastAsia="cs-CZ"/>
        </w:rPr>
        <w:t>2</w:t>
      </w:r>
      <w:r w:rsidR="001C7CDA" w:rsidRPr="00BB1671">
        <w:rPr>
          <w:rFonts w:eastAsia="Times New Roman" w:cs="Times New Roman"/>
          <w:lang w:eastAsia="cs-CZ"/>
        </w:rPr>
        <w:t>5. 1. 202</w:t>
      </w:r>
      <w:r w:rsidR="00FC79CF" w:rsidRPr="00BB1671">
        <w:rPr>
          <w:rFonts w:eastAsia="Times New Roman" w:cs="Times New Roman"/>
          <w:lang w:eastAsia="cs-CZ"/>
        </w:rPr>
        <w:t>1</w:t>
      </w:r>
      <w:r w:rsidR="000B3A82" w:rsidRPr="00BB1671">
        <w:rPr>
          <w:rFonts w:eastAsia="Times New Roman" w:cs="Times New Roman"/>
          <w:lang w:eastAsia="cs-CZ"/>
        </w:rPr>
        <w:t xml:space="preserve"> v 10:00</w:t>
      </w:r>
      <w:r w:rsidRPr="00BB1671">
        <w:rPr>
          <w:rFonts w:eastAsia="Times New Roman" w:cs="Times New Roman"/>
          <w:lang w:eastAsia="cs-CZ"/>
        </w:rPr>
        <w:t xml:space="preserve"> hod. a nahrazujeme datem </w:t>
      </w:r>
      <w:r w:rsidR="007C4292" w:rsidRPr="00BB1671">
        <w:rPr>
          <w:rFonts w:eastAsia="Times New Roman" w:cs="Times New Roman"/>
          <w:b/>
          <w:lang w:eastAsia="cs-CZ"/>
        </w:rPr>
        <w:t>2</w:t>
      </w:r>
      <w:r w:rsidR="00BB1671" w:rsidRPr="00BB1671">
        <w:rPr>
          <w:rFonts w:eastAsia="Times New Roman" w:cs="Times New Roman"/>
          <w:b/>
          <w:lang w:eastAsia="cs-CZ"/>
        </w:rPr>
        <w:t>9</w:t>
      </w:r>
      <w:r w:rsidR="00FC79CF" w:rsidRPr="00BB1671">
        <w:rPr>
          <w:rFonts w:eastAsia="Times New Roman" w:cs="Times New Roman"/>
          <w:b/>
          <w:lang w:eastAsia="cs-CZ"/>
        </w:rPr>
        <w:t>. 1. 2021</w:t>
      </w:r>
      <w:r w:rsidR="000B3A82" w:rsidRPr="00BB1671">
        <w:rPr>
          <w:rFonts w:eastAsia="Times New Roman" w:cs="Times New Roman"/>
          <w:lang w:eastAsia="cs-CZ"/>
        </w:rPr>
        <w:t xml:space="preserve"> v 10:00</w:t>
      </w:r>
      <w:r w:rsidRPr="00BB1671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41A84B83" w:rsid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65A9A4" w14:textId="77777777" w:rsidR="002A1506" w:rsidRPr="00BD5319" w:rsidRDefault="002A1506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05FC9657" w:rsidR="00BD5319" w:rsidRPr="00BB1671" w:rsidRDefault="0075068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1671">
        <w:rPr>
          <w:rFonts w:eastAsia="Calibri" w:cs="Times New Roman"/>
          <w:lang w:eastAsia="cs-CZ"/>
        </w:rPr>
        <w:t>XDC_Holesov_zm04</w:t>
      </w:r>
      <w:r w:rsidR="001629F0" w:rsidRPr="00BB1671">
        <w:rPr>
          <w:rFonts w:eastAsia="Calibri" w:cs="Times New Roman"/>
          <w:lang w:eastAsia="cs-CZ"/>
        </w:rPr>
        <w:t>_202101</w:t>
      </w:r>
      <w:r w:rsidRPr="00BB1671">
        <w:rPr>
          <w:rFonts w:eastAsia="Calibri" w:cs="Times New Roman"/>
          <w:lang w:eastAsia="cs-CZ"/>
        </w:rPr>
        <w:t>20</w:t>
      </w:r>
      <w:r w:rsidR="001629F0" w:rsidRPr="00BB1671">
        <w:rPr>
          <w:rFonts w:eastAsia="Calibri" w:cs="Times New Roman"/>
          <w:lang w:eastAsia="cs-CZ"/>
        </w:rPr>
        <w:t>.zip</w:t>
      </w:r>
    </w:p>
    <w:p w14:paraId="5DF29C21" w14:textId="31278DBA" w:rsidR="00FC79CF" w:rsidRDefault="0075068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B1671">
        <w:rPr>
          <w:rFonts w:eastAsia="Calibri" w:cs="Times New Roman"/>
          <w:lang w:eastAsia="cs-CZ"/>
        </w:rPr>
        <w:t>XLS_Holesov_zm04</w:t>
      </w:r>
      <w:r w:rsidR="001629F0" w:rsidRPr="00BB1671">
        <w:rPr>
          <w:rFonts w:eastAsia="Calibri" w:cs="Times New Roman"/>
          <w:lang w:eastAsia="cs-CZ"/>
        </w:rPr>
        <w:t>_202101</w:t>
      </w:r>
      <w:r w:rsidRPr="00BB1671">
        <w:rPr>
          <w:rFonts w:eastAsia="Calibri" w:cs="Times New Roman"/>
          <w:lang w:eastAsia="cs-CZ"/>
        </w:rPr>
        <w:t>20</w:t>
      </w:r>
      <w:r w:rsidR="001629F0" w:rsidRPr="00BB1671">
        <w:rPr>
          <w:rFonts w:eastAsia="Calibri" w:cs="Times New Roman"/>
          <w:lang w:eastAsia="cs-CZ"/>
        </w:rPr>
        <w:t>.zip</w:t>
      </w:r>
    </w:p>
    <w:p w14:paraId="5574E2C0" w14:textId="58FE069B" w:rsidR="0075068B" w:rsidRDefault="0075068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SO 01-17-01_01_Technicka </w:t>
      </w:r>
      <w:proofErr w:type="spellStart"/>
      <w:r>
        <w:rPr>
          <w:rFonts w:eastAsia="Calibri" w:cs="Times New Roman"/>
          <w:lang w:eastAsia="cs-CZ"/>
        </w:rPr>
        <w:t>zprava_příloha</w:t>
      </w:r>
      <w:proofErr w:type="spellEnd"/>
      <w:r>
        <w:rPr>
          <w:rFonts w:eastAsia="Calibri" w:cs="Times New Roman"/>
          <w:lang w:eastAsia="cs-CZ"/>
        </w:rPr>
        <w:t xml:space="preserve"> č.1.pdf</w:t>
      </w: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0F14C649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07AACC" w14:textId="77777777" w:rsidR="002A1506" w:rsidRDefault="002A150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765D1DE8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2172A1">
        <w:rPr>
          <w:rFonts w:eastAsia="Calibri" w:cs="Times New Roman"/>
          <w:lang w:eastAsia="cs-CZ"/>
        </w:rPr>
        <w:t>20</w:t>
      </w:r>
      <w:r w:rsidR="00FC79CF">
        <w:rPr>
          <w:rFonts w:eastAsia="Calibri" w:cs="Times New Roman"/>
          <w:lang w:eastAsia="cs-CZ"/>
        </w:rPr>
        <w:t>. 1.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34B9BEDC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4DBBB36" w14:textId="77777777" w:rsidR="002A1506" w:rsidRDefault="002A150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620D5F" w14:textId="77777777" w:rsidR="002A1506" w:rsidRDefault="002A150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F2547" w14:textId="77777777" w:rsidR="00C76DE8" w:rsidRDefault="00C76DE8" w:rsidP="00962258">
      <w:pPr>
        <w:spacing w:after="0" w:line="240" w:lineRule="auto"/>
      </w:pPr>
      <w:r>
        <w:separator/>
      </w:r>
    </w:p>
  </w:endnote>
  <w:endnote w:type="continuationSeparator" w:id="0">
    <w:p w14:paraId="1367DE5C" w14:textId="77777777" w:rsidR="00C76DE8" w:rsidRDefault="00C76D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4A12C0A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15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15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096E6BE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150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150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2C79B" w14:textId="77777777" w:rsidR="00C76DE8" w:rsidRDefault="00C76DE8" w:rsidP="00962258">
      <w:pPr>
        <w:spacing w:after="0" w:line="240" w:lineRule="auto"/>
      </w:pPr>
      <w:r>
        <w:separator/>
      </w:r>
    </w:p>
  </w:footnote>
  <w:footnote w:type="continuationSeparator" w:id="0">
    <w:p w14:paraId="77EFC511" w14:textId="77777777" w:rsidR="00C76DE8" w:rsidRDefault="00C76D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3CFA"/>
    <w:rsid w:val="0003411B"/>
    <w:rsid w:val="00072C1E"/>
    <w:rsid w:val="0007768F"/>
    <w:rsid w:val="000B3A82"/>
    <w:rsid w:val="000B6C7E"/>
    <w:rsid w:val="000B7907"/>
    <w:rsid w:val="000C0429"/>
    <w:rsid w:val="000C45E8"/>
    <w:rsid w:val="000D0308"/>
    <w:rsid w:val="000D78B5"/>
    <w:rsid w:val="00114472"/>
    <w:rsid w:val="001629F0"/>
    <w:rsid w:val="0016355B"/>
    <w:rsid w:val="00170EC5"/>
    <w:rsid w:val="001747C1"/>
    <w:rsid w:val="0018596A"/>
    <w:rsid w:val="001B69C2"/>
    <w:rsid w:val="001C11B0"/>
    <w:rsid w:val="001C4DA0"/>
    <w:rsid w:val="001C7CDA"/>
    <w:rsid w:val="0020685C"/>
    <w:rsid w:val="00207DF5"/>
    <w:rsid w:val="002172A1"/>
    <w:rsid w:val="00267369"/>
    <w:rsid w:val="0026785D"/>
    <w:rsid w:val="0027573B"/>
    <w:rsid w:val="002A1506"/>
    <w:rsid w:val="002A4B62"/>
    <w:rsid w:val="002B25EA"/>
    <w:rsid w:val="002C0DD4"/>
    <w:rsid w:val="002C31BF"/>
    <w:rsid w:val="002E0CD7"/>
    <w:rsid w:val="002F026B"/>
    <w:rsid w:val="00357BC6"/>
    <w:rsid w:val="00364D83"/>
    <w:rsid w:val="0037111D"/>
    <w:rsid w:val="003756B9"/>
    <w:rsid w:val="003956C6"/>
    <w:rsid w:val="003A5A69"/>
    <w:rsid w:val="003B616B"/>
    <w:rsid w:val="003E6B9A"/>
    <w:rsid w:val="003E75CE"/>
    <w:rsid w:val="003F4ACD"/>
    <w:rsid w:val="0041380F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A7C69"/>
    <w:rsid w:val="004B562D"/>
    <w:rsid w:val="004B7366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0B7C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3538F"/>
    <w:rsid w:val="00660AD3"/>
    <w:rsid w:val="006A5570"/>
    <w:rsid w:val="006A689C"/>
    <w:rsid w:val="006B3D79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44E64"/>
    <w:rsid w:val="0075068B"/>
    <w:rsid w:val="00752710"/>
    <w:rsid w:val="007531A0"/>
    <w:rsid w:val="0076286B"/>
    <w:rsid w:val="00764595"/>
    <w:rsid w:val="00766846"/>
    <w:rsid w:val="0077673A"/>
    <w:rsid w:val="00783444"/>
    <w:rsid w:val="007846E1"/>
    <w:rsid w:val="007B570C"/>
    <w:rsid w:val="007C4292"/>
    <w:rsid w:val="007E4A6E"/>
    <w:rsid w:val="007F56A7"/>
    <w:rsid w:val="00807DD0"/>
    <w:rsid w:val="00813F11"/>
    <w:rsid w:val="008675D9"/>
    <w:rsid w:val="00891334"/>
    <w:rsid w:val="008A3568"/>
    <w:rsid w:val="008A76F0"/>
    <w:rsid w:val="008D03B9"/>
    <w:rsid w:val="008F18D6"/>
    <w:rsid w:val="00904780"/>
    <w:rsid w:val="009113A8"/>
    <w:rsid w:val="00913987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11EED"/>
    <w:rsid w:val="00A44328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675B"/>
    <w:rsid w:val="00B97809"/>
    <w:rsid w:val="00BA0C3C"/>
    <w:rsid w:val="00BB1671"/>
    <w:rsid w:val="00BB3740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632A5"/>
    <w:rsid w:val="00C727E5"/>
    <w:rsid w:val="00C76DE8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31678"/>
    <w:rsid w:val="00E824F1"/>
    <w:rsid w:val="00EB104F"/>
    <w:rsid w:val="00ED14BD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9508B"/>
    <w:rsid w:val="00FC6389"/>
    <w:rsid w:val="00FC79CF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76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76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0C06E7C-4CF9-4C6E-B009-A913F8F6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788</TotalTime>
  <Pages>4</Pages>
  <Words>502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31</cp:revision>
  <cp:lastPrinted>2019-02-22T13:28:00Z</cp:lastPrinted>
  <dcterms:created xsi:type="dcterms:W3CDTF">2020-12-14T07:24:00Z</dcterms:created>
  <dcterms:modified xsi:type="dcterms:W3CDTF">2021-01-20T08:29:00Z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